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E49" w:rsidRPr="000D7E49" w:rsidRDefault="001253AF" w:rsidP="000D7E49">
      <w:pPr>
        <w:jc w:val="right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Name: </w:t>
      </w:r>
    </w:p>
    <w:p w:rsidR="000D7E49" w:rsidRPr="005D78BC" w:rsidRDefault="000D7E49" w:rsidP="000D7E49">
      <w:pPr>
        <w:rPr>
          <w:rFonts w:ascii="Arial" w:eastAsia="Times New Roman" w:hAnsi="Arial" w:cs="Arial"/>
          <w:b/>
          <w:sz w:val="28"/>
          <w:szCs w:val="28"/>
        </w:rPr>
      </w:pPr>
      <w:r w:rsidRPr="000D7E49">
        <w:rPr>
          <w:rFonts w:ascii="Arial" w:eastAsia="Times New Roman" w:hAnsi="Arial" w:cs="Arial"/>
          <w:b/>
          <w:sz w:val="28"/>
          <w:szCs w:val="28"/>
          <w:u w:val="single"/>
        </w:rPr>
        <w:t>Job Interview Practice</w:t>
      </w:r>
      <w:r w:rsidR="005D78BC">
        <w:rPr>
          <w:rFonts w:ascii="Arial" w:eastAsia="Times New Roman" w:hAnsi="Arial" w:cs="Arial"/>
          <w:b/>
          <w:sz w:val="28"/>
          <w:szCs w:val="28"/>
          <w:u w:val="single"/>
        </w:rPr>
        <w:t xml:space="preserve"> </w:t>
      </w:r>
      <w:r w:rsidR="005D78BC">
        <w:rPr>
          <w:rFonts w:ascii="Arial" w:eastAsia="Times New Roman" w:hAnsi="Arial" w:cs="Arial"/>
          <w:b/>
          <w:sz w:val="28"/>
          <w:szCs w:val="28"/>
        </w:rPr>
        <w:t xml:space="preserve">    </w:t>
      </w:r>
      <w:r w:rsidR="005D78BC">
        <w:rPr>
          <w:rFonts w:ascii="Arial" w:eastAsia="Times New Roman" w:hAnsi="Arial" w:cs="Arial"/>
          <w:b/>
          <w:sz w:val="28"/>
          <w:szCs w:val="28"/>
        </w:rPr>
        <w:tab/>
      </w:r>
      <w:r w:rsidR="005D78BC">
        <w:rPr>
          <w:rFonts w:ascii="Arial" w:eastAsia="Times New Roman" w:hAnsi="Arial" w:cs="Arial"/>
          <w:b/>
          <w:sz w:val="28"/>
          <w:szCs w:val="28"/>
        </w:rPr>
        <w:tab/>
      </w:r>
      <w:r w:rsidR="005D78BC">
        <w:rPr>
          <w:rFonts w:ascii="Arial" w:eastAsia="Times New Roman" w:hAnsi="Arial" w:cs="Arial"/>
          <w:b/>
          <w:sz w:val="28"/>
          <w:szCs w:val="28"/>
        </w:rPr>
        <w:tab/>
      </w:r>
      <w:r w:rsidR="005D78BC">
        <w:rPr>
          <w:rFonts w:ascii="Arial" w:eastAsia="Times New Roman" w:hAnsi="Arial" w:cs="Arial"/>
          <w:b/>
          <w:sz w:val="28"/>
          <w:szCs w:val="28"/>
        </w:rPr>
        <w:tab/>
      </w:r>
      <w:r w:rsidR="005D78BC">
        <w:rPr>
          <w:rFonts w:ascii="Arial" w:eastAsia="Times New Roman" w:hAnsi="Arial" w:cs="Arial"/>
          <w:b/>
          <w:sz w:val="28"/>
          <w:szCs w:val="28"/>
        </w:rPr>
        <w:tab/>
      </w:r>
      <w:r w:rsidR="005D78BC">
        <w:rPr>
          <w:rFonts w:ascii="Arial" w:eastAsia="Times New Roman" w:hAnsi="Arial" w:cs="Arial"/>
          <w:b/>
          <w:sz w:val="28"/>
          <w:szCs w:val="28"/>
        </w:rPr>
        <w:tab/>
      </w:r>
    </w:p>
    <w:p w:rsidR="00833E90" w:rsidRPr="000D7E49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Tell me about yourself.</w:t>
      </w:r>
    </w:p>
    <w:p w:rsidR="000D7E49" w:rsidRPr="000D7E49" w:rsidRDefault="000D7E49" w:rsidP="000D7E49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What is your greatest strength?</w:t>
      </w:r>
    </w:p>
    <w:p w:rsidR="000D7E49" w:rsidRDefault="000D7E49" w:rsidP="000D7E49">
      <w:pPr>
        <w:pStyle w:val="ListParagraph"/>
        <w:rPr>
          <w:rFonts w:ascii="Arial" w:hAnsi="Arial" w:cs="Arial"/>
          <w:sz w:val="24"/>
          <w:szCs w:val="24"/>
        </w:rPr>
      </w:pPr>
    </w:p>
    <w:p w:rsidR="008E5653" w:rsidRPr="000D7E49" w:rsidRDefault="008E5653" w:rsidP="000D7E49">
      <w:pPr>
        <w:pStyle w:val="ListParagraph"/>
        <w:rPr>
          <w:rFonts w:ascii="Arial" w:hAnsi="Arial" w:cs="Arial"/>
          <w:sz w:val="24"/>
          <w:szCs w:val="24"/>
        </w:rPr>
      </w:pPr>
    </w:p>
    <w:p w:rsidR="005D78BC" w:rsidRDefault="000D7E49" w:rsidP="005D78BC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hAnsi="Arial" w:cs="Arial"/>
          <w:sz w:val="24"/>
          <w:szCs w:val="24"/>
        </w:rPr>
        <w:t>Can you describe a situation in your past where you learned from a mistake?</w:t>
      </w:r>
    </w:p>
    <w:p w:rsidR="008E5653" w:rsidRDefault="008E5653" w:rsidP="008E5653">
      <w:pPr>
        <w:pStyle w:val="ListParagraph"/>
        <w:rPr>
          <w:rFonts w:ascii="Arial" w:hAnsi="Arial" w:cs="Arial"/>
          <w:sz w:val="24"/>
          <w:szCs w:val="24"/>
        </w:rPr>
      </w:pPr>
    </w:p>
    <w:p w:rsidR="008E5653" w:rsidRPr="005D78BC" w:rsidRDefault="008E5653" w:rsidP="008E5653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8E5653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What is the most difficult situation you have ever faced?</w:t>
      </w:r>
    </w:p>
    <w:p w:rsidR="008E5653" w:rsidRPr="008E5653" w:rsidRDefault="008E5653" w:rsidP="008E5653">
      <w:pPr>
        <w:pStyle w:val="ListParagraph"/>
        <w:rPr>
          <w:rFonts w:ascii="Arial" w:hAnsi="Arial" w:cs="Arial"/>
          <w:sz w:val="24"/>
          <w:szCs w:val="24"/>
        </w:rPr>
      </w:pPr>
    </w:p>
    <w:p w:rsidR="008E5653" w:rsidRPr="000D7E49" w:rsidRDefault="008E5653" w:rsidP="008E5653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8E5653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Is there anything you would like to improve about yourself?</w:t>
      </w:r>
    </w:p>
    <w:p w:rsidR="008E5653" w:rsidRPr="000D7E49" w:rsidRDefault="008E5653" w:rsidP="008E5653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8E5653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What is the most important thing you are looking for in a job?</w:t>
      </w:r>
    </w:p>
    <w:p w:rsidR="008E5653" w:rsidRDefault="008E5653" w:rsidP="008E5653">
      <w:pPr>
        <w:pStyle w:val="ListParagraph"/>
        <w:rPr>
          <w:rFonts w:ascii="Arial" w:eastAsia="Times New Roman" w:hAnsi="Arial" w:cs="Arial"/>
          <w:sz w:val="24"/>
          <w:szCs w:val="24"/>
        </w:rPr>
      </w:pPr>
    </w:p>
    <w:p w:rsidR="008E5653" w:rsidRPr="000D7E49" w:rsidRDefault="008E5653" w:rsidP="008E5653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8E5653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What are your career goals?</w:t>
      </w:r>
    </w:p>
    <w:p w:rsidR="008E5653" w:rsidRPr="008E5653" w:rsidRDefault="008E5653" w:rsidP="008E5653">
      <w:pPr>
        <w:pStyle w:val="ListParagraph"/>
        <w:rPr>
          <w:rFonts w:ascii="Arial" w:hAnsi="Arial" w:cs="Arial"/>
          <w:sz w:val="24"/>
          <w:szCs w:val="24"/>
        </w:rPr>
      </w:pPr>
    </w:p>
    <w:p w:rsidR="008E5653" w:rsidRPr="000D7E49" w:rsidRDefault="008E5653" w:rsidP="008E5653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8E5653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What motivates you?</w:t>
      </w:r>
    </w:p>
    <w:p w:rsidR="008E5653" w:rsidRPr="008E5653" w:rsidRDefault="008E5653" w:rsidP="008E5653">
      <w:pPr>
        <w:pStyle w:val="ListParagraph"/>
        <w:rPr>
          <w:rFonts w:ascii="Arial" w:hAnsi="Arial" w:cs="Arial"/>
          <w:sz w:val="24"/>
          <w:szCs w:val="24"/>
        </w:rPr>
      </w:pPr>
    </w:p>
    <w:p w:rsidR="008E5653" w:rsidRPr="000D7E49" w:rsidRDefault="008E5653" w:rsidP="008E5653">
      <w:pPr>
        <w:pStyle w:val="ListParagraph"/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Why would you like to work for us?</w:t>
      </w:r>
    </w:p>
    <w:p w:rsidR="000D7E49" w:rsidRPr="000D7E49" w:rsidRDefault="000D7E49" w:rsidP="000D7E49">
      <w:pPr>
        <w:rPr>
          <w:rFonts w:ascii="Arial" w:hAnsi="Arial" w:cs="Arial"/>
          <w:sz w:val="24"/>
          <w:szCs w:val="24"/>
        </w:rPr>
      </w:pPr>
    </w:p>
    <w:p w:rsidR="000D7E49" w:rsidRPr="000D7E49" w:rsidRDefault="000D7E49" w:rsidP="000D7E4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0D7E49">
        <w:rPr>
          <w:rFonts w:ascii="Arial" w:eastAsia="Times New Roman" w:hAnsi="Arial" w:cs="Arial"/>
          <w:sz w:val="24"/>
          <w:szCs w:val="24"/>
        </w:rPr>
        <w:t>Why should I hire you?</w:t>
      </w:r>
    </w:p>
    <w:p w:rsidR="000D7E49" w:rsidRPr="002F4966" w:rsidRDefault="000D7E49" w:rsidP="000D7E49">
      <w:pPr>
        <w:rPr>
          <w:rFonts w:ascii="Arial" w:hAnsi="Arial" w:cs="Arial"/>
        </w:rPr>
      </w:pPr>
    </w:p>
    <w:sectPr w:rsidR="000D7E49" w:rsidRPr="002F4966" w:rsidSect="00833E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82D53"/>
    <w:multiLevelType w:val="hybridMultilevel"/>
    <w:tmpl w:val="860CDA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724A5"/>
    <w:multiLevelType w:val="hybridMultilevel"/>
    <w:tmpl w:val="11C02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compat/>
  <w:rsids>
    <w:rsidRoot w:val="004C5B2E"/>
    <w:rsid w:val="000D7E49"/>
    <w:rsid w:val="001253AF"/>
    <w:rsid w:val="002F4966"/>
    <w:rsid w:val="004C5B2E"/>
    <w:rsid w:val="005D78BC"/>
    <w:rsid w:val="007A7359"/>
    <w:rsid w:val="00833E90"/>
    <w:rsid w:val="008E5653"/>
    <w:rsid w:val="009F1C9F"/>
    <w:rsid w:val="00C61BAA"/>
    <w:rsid w:val="00D936B1"/>
    <w:rsid w:val="00F27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E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E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781217">
      <w:bodyDiv w:val="1"/>
      <w:marLeft w:val="390"/>
      <w:marRight w:val="390"/>
      <w:marTop w:val="315"/>
      <w:marBottom w:val="3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282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268009">
                          <w:marLeft w:val="45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3385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12" w:space="11" w:color="B6B6B6"/>
                                <w:left w:val="single" w:sz="12" w:space="14" w:color="B6B6B6"/>
                                <w:bottom w:val="single" w:sz="12" w:space="11" w:color="B6B6B6"/>
                                <w:right w:val="single" w:sz="12" w:space="8" w:color="B6B6B6"/>
                              </w:divBdr>
                              <w:divsChild>
                                <w:div w:id="184143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ccrackege\Local%20Settings\Temporary%20Internet%20Files\Content.Outlook\EDCPGDIQ\Job%20Interview%20Practic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Job Interview Practice</Template>
  <TotalTime>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</dc:creator>
  <cp:keywords/>
  <dc:description/>
  <cp:lastModifiedBy>Gene</cp:lastModifiedBy>
  <cp:revision>1</cp:revision>
  <dcterms:created xsi:type="dcterms:W3CDTF">2010-12-14T13:47:00Z</dcterms:created>
  <dcterms:modified xsi:type="dcterms:W3CDTF">2010-12-14T13:49:00Z</dcterms:modified>
</cp:coreProperties>
</file>